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5ADC2" w14:textId="77777777" w:rsidR="006E5D65" w:rsidRPr="00CA2C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8678B" w:rsidRPr="00CA2C2D">
        <w:rPr>
          <w:rFonts w:ascii="Corbel" w:hAnsi="Corbel"/>
          <w:bCs/>
          <w:i/>
        </w:rPr>
        <w:t xml:space="preserve">Załącznik nr </w:t>
      </w:r>
      <w:r w:rsidR="006F31E2" w:rsidRPr="00CA2C2D">
        <w:rPr>
          <w:rFonts w:ascii="Corbel" w:hAnsi="Corbel"/>
          <w:bCs/>
          <w:i/>
        </w:rPr>
        <w:t>1.5</w:t>
      </w:r>
      <w:r w:rsidR="00D8678B" w:rsidRPr="00CA2C2D">
        <w:rPr>
          <w:rFonts w:ascii="Corbel" w:hAnsi="Corbel"/>
          <w:bCs/>
          <w:i/>
        </w:rPr>
        <w:t xml:space="preserve"> do Zarządzenia</w:t>
      </w:r>
      <w:r w:rsidR="002A22BF" w:rsidRPr="00CA2C2D">
        <w:rPr>
          <w:rFonts w:ascii="Corbel" w:hAnsi="Corbel"/>
          <w:bCs/>
          <w:i/>
        </w:rPr>
        <w:t xml:space="preserve"> Rektora UR </w:t>
      </w:r>
      <w:r w:rsidRPr="00CA2C2D">
        <w:rPr>
          <w:rFonts w:ascii="Corbel" w:hAnsi="Corbel"/>
          <w:bCs/>
          <w:i/>
        </w:rPr>
        <w:t xml:space="preserve"> nr </w:t>
      </w:r>
      <w:r w:rsidR="00F17567" w:rsidRPr="00CA2C2D">
        <w:rPr>
          <w:rFonts w:ascii="Corbel" w:hAnsi="Corbel"/>
          <w:bCs/>
          <w:i/>
        </w:rPr>
        <w:t>12/2019</w:t>
      </w: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072B9EE0" w14:textId="0AF2CCB1" w:rsidR="0085747A" w:rsidRPr="00CA2C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A2C2D">
        <w:rPr>
          <w:rFonts w:ascii="Corbel" w:hAnsi="Corbel"/>
          <w:iCs/>
          <w:smallCaps/>
          <w:sz w:val="24"/>
          <w:szCs w:val="24"/>
        </w:rPr>
        <w:t>2020-2023</w:t>
      </w:r>
    </w:p>
    <w:p w14:paraId="368EA9D7" w14:textId="5050DFE7" w:rsidR="00445970" w:rsidRPr="00CA2C2D" w:rsidRDefault="004B4485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</w:t>
      </w:r>
      <w:r w:rsidR="00CA2C2D" w:rsidRPr="00CA2C2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33B0B8F4" w:rsidR="0085747A" w:rsidRPr="00E5557B" w:rsidRDefault="00E55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55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1A66188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3612B016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3F60FE06" w:rsidR="00E22FBC" w:rsidRPr="00CA2C2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6DBD3B" w14:textId="70A3A53E" w:rsidR="00CA2C2D" w:rsidRPr="00A37C0D" w:rsidRDefault="004B4485" w:rsidP="00CA2C2D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A2C2D" w:rsidRPr="00A37C0D">
        <w:rPr>
          <w:rFonts w:ascii="Corbel" w:hAnsi="Corbel"/>
          <w:sz w:val="24"/>
          <w:szCs w:val="24"/>
        </w:rPr>
        <w:t>aliczenie z oceną</w:t>
      </w: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lastRenderedPageBreak/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Kalkulacje kosztowe – podziałowa prosta, podziałowa ze współczynnikami, produkcji </w:t>
            </w: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3C7C067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6C5D78CC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7FBC53CE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70808665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kolokwium na ćwiczeniach uwzgledniające materiał zrealizowany również na wykładzie 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59354E9" w14:textId="501A61E9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08497541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DEF04" w14:textId="77777777" w:rsidR="00644BF6" w:rsidRDefault="00644BF6" w:rsidP="00C16ABF">
      <w:pPr>
        <w:spacing w:after="0" w:line="240" w:lineRule="auto"/>
      </w:pPr>
      <w:r>
        <w:separator/>
      </w:r>
    </w:p>
  </w:endnote>
  <w:endnote w:type="continuationSeparator" w:id="0">
    <w:p w14:paraId="786FE9D5" w14:textId="77777777" w:rsidR="00644BF6" w:rsidRDefault="00644B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DD0B5" w14:textId="77777777" w:rsidR="00644BF6" w:rsidRDefault="00644BF6" w:rsidP="00C16ABF">
      <w:pPr>
        <w:spacing w:after="0" w:line="240" w:lineRule="auto"/>
      </w:pPr>
      <w:r>
        <w:separator/>
      </w:r>
    </w:p>
  </w:footnote>
  <w:footnote w:type="continuationSeparator" w:id="0">
    <w:p w14:paraId="7A5E9D2B" w14:textId="77777777" w:rsidR="00644BF6" w:rsidRDefault="00644BF6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hybridMultilevel"/>
    <w:tmpl w:val="18D27E20"/>
    <w:lvl w:ilvl="0" w:tplc="9662B46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1FF8C434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 w:tplc="B61E1658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 w:tplc="AEA8EDEC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 w:tplc="2026C4A2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 w:tplc="0B96F594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 w:tplc="F5FE9E38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 w:tplc="6F50CF70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 w:tplc="74241642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44BF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F4155"/>
    <w:rsid w:val="0081554D"/>
    <w:rsid w:val="0081707E"/>
    <w:rsid w:val="00830948"/>
    <w:rsid w:val="008449B3"/>
    <w:rsid w:val="008552A2"/>
    <w:rsid w:val="0085747A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A14"/>
    <w:rsid w:val="00DE7C98"/>
    <w:rsid w:val="00DF320D"/>
    <w:rsid w:val="00DF71C8"/>
    <w:rsid w:val="00E129B8"/>
    <w:rsid w:val="00E21E7D"/>
    <w:rsid w:val="00E22FBC"/>
    <w:rsid w:val="00E24BF5"/>
    <w:rsid w:val="00E25338"/>
    <w:rsid w:val="00E51E44"/>
    <w:rsid w:val="00E5557B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694695-57A8-4ABD-826A-476F3DA886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151401-AFC3-43D4-A05D-626A84A3D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971</Words>
  <Characters>5829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2020-10-22T10:41:00Z</cp:lastPrinted>
  <dcterms:created xsi:type="dcterms:W3CDTF">2020-10-23T07:00:00Z</dcterms:created>
  <dcterms:modified xsi:type="dcterms:W3CDTF">2020-12-12T07:59:00Z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